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FE096C">
        <w:rPr>
          <w:rFonts w:ascii="Arial" w:hAnsi="Arial" w:cs="Arial"/>
          <w:b/>
          <w:caps/>
          <w:sz w:val="28"/>
          <w:szCs w:val="28"/>
        </w:rPr>
        <w:t>805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FE096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396A">
              <w:rPr>
                <w:rFonts w:ascii="Arial" w:hAnsi="Arial" w:cs="Arial"/>
                <w:sz w:val="20"/>
                <w:szCs w:val="20"/>
              </w:rPr>
              <w:t>c</w:t>
            </w:r>
            <w:r w:rsidR="00FE096C">
              <w:rPr>
                <w:rFonts w:ascii="Arial" w:hAnsi="Arial" w:cs="Arial"/>
                <w:sz w:val="20"/>
                <w:szCs w:val="20"/>
              </w:rPr>
              <w:t>apina e retirada de lixos acumulados nas margens da Estrada do Rio Comprido, no Bairro Varadouro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0434A5">
        <w:rPr>
          <w:rFonts w:ascii="Arial" w:hAnsi="Arial" w:cs="Arial"/>
        </w:rPr>
        <w:t xml:space="preserve">visando </w:t>
      </w:r>
      <w:r w:rsidR="00754247" w:rsidRPr="00754247">
        <w:rPr>
          <w:rFonts w:ascii="Arial" w:hAnsi="Arial" w:cs="Arial"/>
        </w:rPr>
        <w:t xml:space="preserve">à </w:t>
      </w:r>
      <w:r w:rsidR="00FE096C" w:rsidRPr="00FE096C">
        <w:rPr>
          <w:rFonts w:ascii="Arial" w:hAnsi="Arial" w:cs="Arial"/>
        </w:rPr>
        <w:t>capina e retirada de lixos acumulados nas margens da Estrada do Rio Comprido, no Bairro Varadouro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F22E6F" w:rsidRDefault="00F22E6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2E2592">
        <w:rPr>
          <w:rFonts w:ascii="Arial" w:hAnsi="Arial" w:cs="Arial"/>
        </w:rPr>
        <w:t>15</w:t>
      </w:r>
      <w:r w:rsidR="00494C8D">
        <w:rPr>
          <w:rFonts w:ascii="Arial" w:hAnsi="Arial" w:cs="Arial"/>
        </w:rPr>
        <w:t xml:space="preserve"> de </w:t>
      </w:r>
      <w:r w:rsidR="00EA515B">
        <w:rPr>
          <w:rFonts w:ascii="Arial" w:hAnsi="Arial" w:cs="Arial"/>
        </w:rPr>
        <w:t>agosto</w:t>
      </w:r>
      <w:r w:rsidR="00555F92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707F" w:rsidRDefault="0038707F">
      <w:r>
        <w:separator/>
      </w:r>
    </w:p>
  </w:endnote>
  <w:endnote w:type="continuationSeparator" w:id="0">
    <w:p w:rsidR="0038707F" w:rsidRDefault="00387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707F" w:rsidRDefault="0038707F">
      <w:r>
        <w:separator/>
      </w:r>
    </w:p>
  </w:footnote>
  <w:footnote w:type="continuationSeparator" w:id="0">
    <w:p w:rsidR="0038707F" w:rsidRDefault="003870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2E6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4B92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434A5"/>
    <w:rsid w:val="000554AC"/>
    <w:rsid w:val="00055B7D"/>
    <w:rsid w:val="00056288"/>
    <w:rsid w:val="00056514"/>
    <w:rsid w:val="00057023"/>
    <w:rsid w:val="000643A7"/>
    <w:rsid w:val="0006445F"/>
    <w:rsid w:val="000717EC"/>
    <w:rsid w:val="000721C0"/>
    <w:rsid w:val="00080897"/>
    <w:rsid w:val="00080D94"/>
    <w:rsid w:val="00081CD8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0B88"/>
    <w:rsid w:val="000F1AD1"/>
    <w:rsid w:val="000F2DDE"/>
    <w:rsid w:val="000F3688"/>
    <w:rsid w:val="000F6251"/>
    <w:rsid w:val="000F6F63"/>
    <w:rsid w:val="0010004A"/>
    <w:rsid w:val="001028E9"/>
    <w:rsid w:val="001044FE"/>
    <w:rsid w:val="0010454D"/>
    <w:rsid w:val="00105013"/>
    <w:rsid w:val="001052B9"/>
    <w:rsid w:val="00111158"/>
    <w:rsid w:val="00113DC9"/>
    <w:rsid w:val="00114629"/>
    <w:rsid w:val="00114AC5"/>
    <w:rsid w:val="001154CC"/>
    <w:rsid w:val="00117302"/>
    <w:rsid w:val="0012119C"/>
    <w:rsid w:val="001257C1"/>
    <w:rsid w:val="00125A28"/>
    <w:rsid w:val="0012730E"/>
    <w:rsid w:val="00132892"/>
    <w:rsid w:val="00134811"/>
    <w:rsid w:val="00135425"/>
    <w:rsid w:val="00136BF5"/>
    <w:rsid w:val="00137662"/>
    <w:rsid w:val="00140557"/>
    <w:rsid w:val="00140682"/>
    <w:rsid w:val="001417F9"/>
    <w:rsid w:val="0014591F"/>
    <w:rsid w:val="00145C21"/>
    <w:rsid w:val="0015045C"/>
    <w:rsid w:val="00150EE2"/>
    <w:rsid w:val="00152BCC"/>
    <w:rsid w:val="001535B4"/>
    <w:rsid w:val="00155792"/>
    <w:rsid w:val="00155C98"/>
    <w:rsid w:val="00161905"/>
    <w:rsid w:val="00170463"/>
    <w:rsid w:val="00170ECE"/>
    <w:rsid w:val="00172E81"/>
    <w:rsid w:val="00174161"/>
    <w:rsid w:val="001760DA"/>
    <w:rsid w:val="00181CD2"/>
    <w:rsid w:val="00181F28"/>
    <w:rsid w:val="00182886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15CE"/>
    <w:rsid w:val="001C29AD"/>
    <w:rsid w:val="001C306C"/>
    <w:rsid w:val="001C4FD5"/>
    <w:rsid w:val="001C65A9"/>
    <w:rsid w:val="001C6C00"/>
    <w:rsid w:val="001C7DAD"/>
    <w:rsid w:val="001D06E7"/>
    <w:rsid w:val="001D4A45"/>
    <w:rsid w:val="001D4E4C"/>
    <w:rsid w:val="001D6815"/>
    <w:rsid w:val="001E5608"/>
    <w:rsid w:val="001F0206"/>
    <w:rsid w:val="001F0A3E"/>
    <w:rsid w:val="001F0FAD"/>
    <w:rsid w:val="001F13C3"/>
    <w:rsid w:val="001F5961"/>
    <w:rsid w:val="001F741B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625"/>
    <w:rsid w:val="00211E82"/>
    <w:rsid w:val="0021312B"/>
    <w:rsid w:val="00221192"/>
    <w:rsid w:val="00223D30"/>
    <w:rsid w:val="00226594"/>
    <w:rsid w:val="00230432"/>
    <w:rsid w:val="002306E9"/>
    <w:rsid w:val="00230859"/>
    <w:rsid w:val="002309B1"/>
    <w:rsid w:val="00232361"/>
    <w:rsid w:val="00232EB3"/>
    <w:rsid w:val="00235CB3"/>
    <w:rsid w:val="00236F4B"/>
    <w:rsid w:val="00240AF9"/>
    <w:rsid w:val="00241486"/>
    <w:rsid w:val="00243CD3"/>
    <w:rsid w:val="00253C82"/>
    <w:rsid w:val="00255FB5"/>
    <w:rsid w:val="00256155"/>
    <w:rsid w:val="00257BE2"/>
    <w:rsid w:val="00257C3F"/>
    <w:rsid w:val="00260D97"/>
    <w:rsid w:val="00267CA2"/>
    <w:rsid w:val="002711A8"/>
    <w:rsid w:val="00271BA8"/>
    <w:rsid w:val="00271E3D"/>
    <w:rsid w:val="0027373E"/>
    <w:rsid w:val="00274A18"/>
    <w:rsid w:val="00275C6A"/>
    <w:rsid w:val="00281B11"/>
    <w:rsid w:val="00282159"/>
    <w:rsid w:val="002827C2"/>
    <w:rsid w:val="002850D6"/>
    <w:rsid w:val="00285760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592"/>
    <w:rsid w:val="002E2A79"/>
    <w:rsid w:val="002F02DB"/>
    <w:rsid w:val="002F3F25"/>
    <w:rsid w:val="002F5E68"/>
    <w:rsid w:val="002F78E4"/>
    <w:rsid w:val="002F7BC7"/>
    <w:rsid w:val="0030168E"/>
    <w:rsid w:val="0030338C"/>
    <w:rsid w:val="00314DCC"/>
    <w:rsid w:val="00314E91"/>
    <w:rsid w:val="003165CB"/>
    <w:rsid w:val="00317C1A"/>
    <w:rsid w:val="0032020D"/>
    <w:rsid w:val="00320BB6"/>
    <w:rsid w:val="00323F0F"/>
    <w:rsid w:val="003254EE"/>
    <w:rsid w:val="003320F6"/>
    <w:rsid w:val="003326FD"/>
    <w:rsid w:val="003345D6"/>
    <w:rsid w:val="00335736"/>
    <w:rsid w:val="003359D8"/>
    <w:rsid w:val="003368B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38DA"/>
    <w:rsid w:val="00374EC8"/>
    <w:rsid w:val="00381797"/>
    <w:rsid w:val="0038185D"/>
    <w:rsid w:val="003848C4"/>
    <w:rsid w:val="0038707F"/>
    <w:rsid w:val="00394768"/>
    <w:rsid w:val="0039629F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3FD9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15AC5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164"/>
    <w:rsid w:val="00442D8E"/>
    <w:rsid w:val="0044318E"/>
    <w:rsid w:val="0045004B"/>
    <w:rsid w:val="00456B8D"/>
    <w:rsid w:val="0046337B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4F7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8A2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B5A"/>
    <w:rsid w:val="00523157"/>
    <w:rsid w:val="005232D3"/>
    <w:rsid w:val="005238FE"/>
    <w:rsid w:val="00524669"/>
    <w:rsid w:val="00525A14"/>
    <w:rsid w:val="005327C7"/>
    <w:rsid w:val="00533862"/>
    <w:rsid w:val="005349F4"/>
    <w:rsid w:val="005356D3"/>
    <w:rsid w:val="005401A0"/>
    <w:rsid w:val="005459EC"/>
    <w:rsid w:val="005475C8"/>
    <w:rsid w:val="00547EE4"/>
    <w:rsid w:val="005508D2"/>
    <w:rsid w:val="00550DCD"/>
    <w:rsid w:val="00551B75"/>
    <w:rsid w:val="00555F92"/>
    <w:rsid w:val="0056372A"/>
    <w:rsid w:val="00564368"/>
    <w:rsid w:val="00564B7E"/>
    <w:rsid w:val="00564E1A"/>
    <w:rsid w:val="0057009F"/>
    <w:rsid w:val="005710CF"/>
    <w:rsid w:val="0058109A"/>
    <w:rsid w:val="00583763"/>
    <w:rsid w:val="005868AE"/>
    <w:rsid w:val="00590E87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BA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E5FCA"/>
    <w:rsid w:val="005F03BF"/>
    <w:rsid w:val="005F18D9"/>
    <w:rsid w:val="005F2D54"/>
    <w:rsid w:val="005F46F6"/>
    <w:rsid w:val="005F763F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32F"/>
    <w:rsid w:val="00621EBD"/>
    <w:rsid w:val="00624472"/>
    <w:rsid w:val="00624636"/>
    <w:rsid w:val="006247D9"/>
    <w:rsid w:val="00634BC4"/>
    <w:rsid w:val="00635808"/>
    <w:rsid w:val="00636DAF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9AF"/>
    <w:rsid w:val="00653CD5"/>
    <w:rsid w:val="00654298"/>
    <w:rsid w:val="00654BCB"/>
    <w:rsid w:val="0065584A"/>
    <w:rsid w:val="00656A68"/>
    <w:rsid w:val="0066211D"/>
    <w:rsid w:val="00665133"/>
    <w:rsid w:val="006665A8"/>
    <w:rsid w:val="00670F9A"/>
    <w:rsid w:val="00674F7D"/>
    <w:rsid w:val="0067517F"/>
    <w:rsid w:val="00676035"/>
    <w:rsid w:val="006768FC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5D49"/>
    <w:rsid w:val="0069647E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46DD"/>
    <w:rsid w:val="00725E66"/>
    <w:rsid w:val="00726951"/>
    <w:rsid w:val="00727CDB"/>
    <w:rsid w:val="00731DF3"/>
    <w:rsid w:val="0073407F"/>
    <w:rsid w:val="00734BAC"/>
    <w:rsid w:val="0073722E"/>
    <w:rsid w:val="00737EAB"/>
    <w:rsid w:val="00741506"/>
    <w:rsid w:val="0074251D"/>
    <w:rsid w:val="0074574D"/>
    <w:rsid w:val="00750048"/>
    <w:rsid w:val="007510BC"/>
    <w:rsid w:val="00751AAD"/>
    <w:rsid w:val="00751E70"/>
    <w:rsid w:val="00752D31"/>
    <w:rsid w:val="00754247"/>
    <w:rsid w:val="00757482"/>
    <w:rsid w:val="007578FD"/>
    <w:rsid w:val="00775A1B"/>
    <w:rsid w:val="00775D35"/>
    <w:rsid w:val="00780D3B"/>
    <w:rsid w:val="0078186C"/>
    <w:rsid w:val="0078238C"/>
    <w:rsid w:val="007838DC"/>
    <w:rsid w:val="00783BEB"/>
    <w:rsid w:val="00784CF0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68B9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8C3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566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6725B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62F"/>
    <w:rsid w:val="008D19ED"/>
    <w:rsid w:val="008D4147"/>
    <w:rsid w:val="008D414D"/>
    <w:rsid w:val="008D7637"/>
    <w:rsid w:val="008D7D78"/>
    <w:rsid w:val="008E0BEE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28F9"/>
    <w:rsid w:val="00902EF6"/>
    <w:rsid w:val="00903E86"/>
    <w:rsid w:val="009040E8"/>
    <w:rsid w:val="009050AA"/>
    <w:rsid w:val="00912A00"/>
    <w:rsid w:val="0091318D"/>
    <w:rsid w:val="00913230"/>
    <w:rsid w:val="009142B6"/>
    <w:rsid w:val="00917E3A"/>
    <w:rsid w:val="00920520"/>
    <w:rsid w:val="00922964"/>
    <w:rsid w:val="00922C56"/>
    <w:rsid w:val="00927B00"/>
    <w:rsid w:val="00931603"/>
    <w:rsid w:val="00932A4D"/>
    <w:rsid w:val="00932B1F"/>
    <w:rsid w:val="009334E4"/>
    <w:rsid w:val="0093378C"/>
    <w:rsid w:val="00935AA9"/>
    <w:rsid w:val="00940D6C"/>
    <w:rsid w:val="00941BC6"/>
    <w:rsid w:val="00944AF1"/>
    <w:rsid w:val="00947D68"/>
    <w:rsid w:val="009501CA"/>
    <w:rsid w:val="00952C95"/>
    <w:rsid w:val="00952EF8"/>
    <w:rsid w:val="00955BD9"/>
    <w:rsid w:val="009576DB"/>
    <w:rsid w:val="00960204"/>
    <w:rsid w:val="009608C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2C9"/>
    <w:rsid w:val="009934D5"/>
    <w:rsid w:val="009942EB"/>
    <w:rsid w:val="00994C81"/>
    <w:rsid w:val="00996573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35F3"/>
    <w:rsid w:val="009E5501"/>
    <w:rsid w:val="009E6A0D"/>
    <w:rsid w:val="009E6B3F"/>
    <w:rsid w:val="009E6F49"/>
    <w:rsid w:val="009F0A11"/>
    <w:rsid w:val="009F0C62"/>
    <w:rsid w:val="009F150F"/>
    <w:rsid w:val="009F4603"/>
    <w:rsid w:val="009F560A"/>
    <w:rsid w:val="009F595C"/>
    <w:rsid w:val="009F605C"/>
    <w:rsid w:val="00A05DD9"/>
    <w:rsid w:val="00A0725B"/>
    <w:rsid w:val="00A073B9"/>
    <w:rsid w:val="00A13794"/>
    <w:rsid w:val="00A20460"/>
    <w:rsid w:val="00A20506"/>
    <w:rsid w:val="00A21A8C"/>
    <w:rsid w:val="00A22718"/>
    <w:rsid w:val="00A228B4"/>
    <w:rsid w:val="00A23263"/>
    <w:rsid w:val="00A2398A"/>
    <w:rsid w:val="00A256D0"/>
    <w:rsid w:val="00A31779"/>
    <w:rsid w:val="00A32D37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389E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97C91"/>
    <w:rsid w:val="00AA1C5C"/>
    <w:rsid w:val="00AA2D10"/>
    <w:rsid w:val="00AA32D9"/>
    <w:rsid w:val="00AA4773"/>
    <w:rsid w:val="00AA77C6"/>
    <w:rsid w:val="00AA7EB4"/>
    <w:rsid w:val="00AB01FA"/>
    <w:rsid w:val="00AB64CA"/>
    <w:rsid w:val="00AB76BE"/>
    <w:rsid w:val="00AC0258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0752"/>
    <w:rsid w:val="00AF4584"/>
    <w:rsid w:val="00AF776D"/>
    <w:rsid w:val="00B00893"/>
    <w:rsid w:val="00B01AF2"/>
    <w:rsid w:val="00B10E9F"/>
    <w:rsid w:val="00B13767"/>
    <w:rsid w:val="00B15DA1"/>
    <w:rsid w:val="00B17B08"/>
    <w:rsid w:val="00B228DD"/>
    <w:rsid w:val="00B25F55"/>
    <w:rsid w:val="00B275D1"/>
    <w:rsid w:val="00B30E30"/>
    <w:rsid w:val="00B452FC"/>
    <w:rsid w:val="00B4584D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66C9E"/>
    <w:rsid w:val="00B75006"/>
    <w:rsid w:val="00B75CEF"/>
    <w:rsid w:val="00B76E01"/>
    <w:rsid w:val="00B80285"/>
    <w:rsid w:val="00B852D7"/>
    <w:rsid w:val="00B86169"/>
    <w:rsid w:val="00B91E1E"/>
    <w:rsid w:val="00B9258E"/>
    <w:rsid w:val="00B93A46"/>
    <w:rsid w:val="00B943D2"/>
    <w:rsid w:val="00B94A80"/>
    <w:rsid w:val="00B96D89"/>
    <w:rsid w:val="00BA04D7"/>
    <w:rsid w:val="00BA1565"/>
    <w:rsid w:val="00BA15BC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3927"/>
    <w:rsid w:val="00BC44DF"/>
    <w:rsid w:val="00BC46F3"/>
    <w:rsid w:val="00BC589E"/>
    <w:rsid w:val="00BC696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557E"/>
    <w:rsid w:val="00BE5585"/>
    <w:rsid w:val="00BF1011"/>
    <w:rsid w:val="00BF26DE"/>
    <w:rsid w:val="00BF2F6D"/>
    <w:rsid w:val="00BF4537"/>
    <w:rsid w:val="00BF4CA6"/>
    <w:rsid w:val="00BF59DF"/>
    <w:rsid w:val="00BF791A"/>
    <w:rsid w:val="00BF7D59"/>
    <w:rsid w:val="00C0031E"/>
    <w:rsid w:val="00C00CA9"/>
    <w:rsid w:val="00C01E21"/>
    <w:rsid w:val="00C035CA"/>
    <w:rsid w:val="00C06926"/>
    <w:rsid w:val="00C06BEA"/>
    <w:rsid w:val="00C13848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3D66"/>
    <w:rsid w:val="00C44D39"/>
    <w:rsid w:val="00C45509"/>
    <w:rsid w:val="00C512D3"/>
    <w:rsid w:val="00C5346C"/>
    <w:rsid w:val="00C53A65"/>
    <w:rsid w:val="00C553BD"/>
    <w:rsid w:val="00C5588B"/>
    <w:rsid w:val="00C56536"/>
    <w:rsid w:val="00C5664A"/>
    <w:rsid w:val="00C57321"/>
    <w:rsid w:val="00C608FE"/>
    <w:rsid w:val="00C60AF0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B63C4"/>
    <w:rsid w:val="00CC31D6"/>
    <w:rsid w:val="00CC3760"/>
    <w:rsid w:val="00CC3896"/>
    <w:rsid w:val="00CD17F9"/>
    <w:rsid w:val="00CD2C1F"/>
    <w:rsid w:val="00CE0E14"/>
    <w:rsid w:val="00CE0F85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C33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099B"/>
    <w:rsid w:val="00D726C9"/>
    <w:rsid w:val="00D73069"/>
    <w:rsid w:val="00D75E54"/>
    <w:rsid w:val="00D76AF5"/>
    <w:rsid w:val="00D80C90"/>
    <w:rsid w:val="00D8365B"/>
    <w:rsid w:val="00D84C8D"/>
    <w:rsid w:val="00D85EB4"/>
    <w:rsid w:val="00D864F8"/>
    <w:rsid w:val="00D8779D"/>
    <w:rsid w:val="00D92C85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152"/>
    <w:rsid w:val="00DD573C"/>
    <w:rsid w:val="00DE258E"/>
    <w:rsid w:val="00DE50DD"/>
    <w:rsid w:val="00DE7199"/>
    <w:rsid w:val="00DF14F3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CF4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1121"/>
    <w:rsid w:val="00E323AC"/>
    <w:rsid w:val="00E40B2F"/>
    <w:rsid w:val="00E41E8A"/>
    <w:rsid w:val="00E43A9B"/>
    <w:rsid w:val="00E44510"/>
    <w:rsid w:val="00E47340"/>
    <w:rsid w:val="00E5091F"/>
    <w:rsid w:val="00E50D2C"/>
    <w:rsid w:val="00E513FB"/>
    <w:rsid w:val="00E51448"/>
    <w:rsid w:val="00E55807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0C3E"/>
    <w:rsid w:val="00E9288D"/>
    <w:rsid w:val="00E92971"/>
    <w:rsid w:val="00E92BC1"/>
    <w:rsid w:val="00E9396A"/>
    <w:rsid w:val="00E9417C"/>
    <w:rsid w:val="00E97DBE"/>
    <w:rsid w:val="00EA1040"/>
    <w:rsid w:val="00EA27CD"/>
    <w:rsid w:val="00EA3C1A"/>
    <w:rsid w:val="00EA515B"/>
    <w:rsid w:val="00EA7D06"/>
    <w:rsid w:val="00EB03E6"/>
    <w:rsid w:val="00EB04D6"/>
    <w:rsid w:val="00EB35C7"/>
    <w:rsid w:val="00EB3DCD"/>
    <w:rsid w:val="00EB5A89"/>
    <w:rsid w:val="00EB68BA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3BD4"/>
    <w:rsid w:val="00EE40E1"/>
    <w:rsid w:val="00EE495A"/>
    <w:rsid w:val="00EE6328"/>
    <w:rsid w:val="00EE7D35"/>
    <w:rsid w:val="00EF2175"/>
    <w:rsid w:val="00EF3356"/>
    <w:rsid w:val="00EF3D56"/>
    <w:rsid w:val="00EF519E"/>
    <w:rsid w:val="00EF5D65"/>
    <w:rsid w:val="00EF6542"/>
    <w:rsid w:val="00F004C6"/>
    <w:rsid w:val="00F01A6F"/>
    <w:rsid w:val="00F03241"/>
    <w:rsid w:val="00F04835"/>
    <w:rsid w:val="00F051B9"/>
    <w:rsid w:val="00F05EBC"/>
    <w:rsid w:val="00F10EA4"/>
    <w:rsid w:val="00F11E28"/>
    <w:rsid w:val="00F15E17"/>
    <w:rsid w:val="00F16FE5"/>
    <w:rsid w:val="00F22E6F"/>
    <w:rsid w:val="00F24B9C"/>
    <w:rsid w:val="00F256D0"/>
    <w:rsid w:val="00F27895"/>
    <w:rsid w:val="00F27D6E"/>
    <w:rsid w:val="00F374C7"/>
    <w:rsid w:val="00F41B51"/>
    <w:rsid w:val="00F420E5"/>
    <w:rsid w:val="00F425FC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3D5B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C7FA0"/>
    <w:rsid w:val="00FD16AC"/>
    <w:rsid w:val="00FE096C"/>
    <w:rsid w:val="00FE1866"/>
    <w:rsid w:val="00FE28F8"/>
    <w:rsid w:val="00FE3B6B"/>
    <w:rsid w:val="00FE7A04"/>
    <w:rsid w:val="00FF1C02"/>
    <w:rsid w:val="00FF3179"/>
    <w:rsid w:val="00FF46FC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D6C68-C3D1-4C8C-A151-5CA9CFEE5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90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8</cp:revision>
  <cp:lastPrinted>2018-06-05T13:12:00Z</cp:lastPrinted>
  <dcterms:created xsi:type="dcterms:W3CDTF">2018-08-13T17:47:00Z</dcterms:created>
  <dcterms:modified xsi:type="dcterms:W3CDTF">2018-08-13T17:48:00Z</dcterms:modified>
</cp:coreProperties>
</file>